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B8731E">
        <w:rPr>
          <w:rFonts w:asciiTheme="minorHAnsi" w:hAnsiTheme="minorHAnsi"/>
          <w:bCs/>
          <w:sz w:val="36"/>
          <w:szCs w:val="36"/>
        </w:rPr>
        <w:t>2143</w:t>
      </w:r>
      <w:r w:rsidR="00882E39" w:rsidRPr="006D5EC1">
        <w:rPr>
          <w:rFonts w:asciiTheme="minorHAnsi" w:hAnsiTheme="minorHAnsi"/>
          <w:bCs/>
          <w:sz w:val="36"/>
          <w:szCs w:val="36"/>
        </w:rPr>
        <w:t>/</w:t>
      </w:r>
      <w:r w:rsidR="00B8731E">
        <w:rPr>
          <w:rFonts w:asciiTheme="minorHAnsi" w:hAnsiTheme="minorHAnsi"/>
          <w:bCs/>
          <w:sz w:val="36"/>
          <w:szCs w:val="36"/>
        </w:rPr>
        <w:t>1</w:t>
      </w:r>
      <w:r w:rsidR="004005FA" w:rsidRPr="006D5EC1">
        <w:rPr>
          <w:rFonts w:asciiTheme="minorHAnsi" w:hAnsiTheme="minorHAnsi"/>
          <w:bCs/>
          <w:sz w:val="36"/>
          <w:szCs w:val="36"/>
        </w:rPr>
        <w:t>/</w:t>
      </w:r>
      <w:r w:rsidR="000A7B02">
        <w:rPr>
          <w:rFonts w:asciiTheme="minorHAnsi" w:hAnsiTheme="minorHAnsi"/>
          <w:bCs/>
          <w:sz w:val="36"/>
          <w:szCs w:val="36"/>
        </w:rPr>
        <w:t>2021</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0A7B02">
        <w:rPr>
          <w:rFonts w:ascii="Calibri" w:hAnsi="Calibri"/>
          <w:sz w:val="22"/>
          <w:szCs w:val="22"/>
        </w:rPr>
        <w:t>19-420611</w:t>
      </w:r>
      <w:r w:rsidR="000A7B02"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0D1150" w:rsidRPr="007D2472">
        <w:rPr>
          <w:rFonts w:ascii="Calibri" w:hAnsi="Calibri" w:cs="Arial"/>
        </w:rPr>
        <w:t>Domov důchodců Ústí nad Orlicí - vytvoření kavárny a stavební úpravy vstupu</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0D1150" w:rsidRPr="007D2472">
        <w:rPr>
          <w:rFonts w:ascii="Calibri" w:hAnsi="Calibri" w:cs="Arial"/>
        </w:rPr>
        <w:t>Domov důchodců Ústí nad Orlicí - vytvoření kavárny a stavební úpravy vstupu</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0E2476" w:rsidRPr="002F22C6" w:rsidRDefault="00882E39" w:rsidP="000E2476">
      <w:pPr>
        <w:pStyle w:val="Bod1"/>
        <w:rPr>
          <w:rFonts w:ascii="Calibri" w:eastAsia="Calibri" w:hAnsi="Calibri" w:cs="Calibri"/>
        </w:rPr>
      </w:pPr>
      <w:r w:rsidRPr="00C1048B">
        <w:t>3.1</w:t>
      </w:r>
      <w:r w:rsidRPr="0095431C">
        <w:tab/>
      </w:r>
      <w:r w:rsidR="00B34247">
        <w:t>Předmětem této smlouvy je provedení akce „</w:t>
      </w:r>
      <w:r w:rsidR="000D1150" w:rsidRPr="007D2472">
        <w:rPr>
          <w:rFonts w:ascii="Calibri" w:hAnsi="Calibri" w:cs="Arial"/>
        </w:rPr>
        <w:t>Domov důchodců Ústí nad Orlicí - vytvoření kavárny a stavební úpravy vstupu</w:t>
      </w:r>
      <w:r w:rsidR="00DC0320">
        <w:t>.</w:t>
      </w:r>
      <w:r w:rsidR="000E2476">
        <w:t xml:space="preserve"> </w:t>
      </w:r>
      <w:r w:rsidR="00572E69" w:rsidRPr="0089729A">
        <w:rPr>
          <w:rFonts w:ascii="Calibri" w:eastAsia="Calibri" w:hAnsi="Calibri" w:cs="Calibri"/>
        </w:rPr>
        <w:t>J</w:t>
      </w:r>
      <w:r w:rsidR="00553EC6">
        <w:rPr>
          <w:rFonts w:ascii="Calibri" w:eastAsia="Calibri" w:hAnsi="Calibri" w:cs="Calibri"/>
        </w:rPr>
        <w:t xml:space="preserve">edná se </w:t>
      </w:r>
      <w:r w:rsidR="000E2476">
        <w:rPr>
          <w:rFonts w:ascii="Calibri" w:eastAsia="Calibri" w:hAnsi="Calibri" w:cs="Calibri"/>
        </w:rPr>
        <w:t xml:space="preserve">o </w:t>
      </w:r>
      <w:r w:rsidR="000D1150">
        <w:rPr>
          <w:rFonts w:ascii="Calibri" w:hAnsi="Calibri" w:cs="Arial"/>
        </w:rPr>
        <w:t>stavební práce</w:t>
      </w:r>
      <w:r w:rsidR="000D1150" w:rsidRPr="00BC52F9">
        <w:rPr>
          <w:rFonts w:ascii="Calibri" w:hAnsi="Calibri" w:cs="Arial"/>
        </w:rPr>
        <w:t xml:space="preserve"> v prostoru kavárny – vytvoření recepce s prodejnou a posezením v zimní zahradě a vytvoření proskleného krytého zádveří u vstupu do budovy Domova důchodců, dle projektové dokumentace vypracované Ing. Liborem Barvínkem</w:t>
      </w:r>
      <w:r w:rsidR="006D4D5C">
        <w:rPr>
          <w:rFonts w:ascii="Calibri" w:eastAsia="Calibri" w:hAnsi="Calibri" w:cs="Calibri"/>
        </w:rPr>
        <w:t>.</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0E2476" w:rsidRDefault="000E2476" w:rsidP="00673C1D">
      <w:pPr>
        <w:widowControl w:val="0"/>
        <w:autoSpaceDE w:val="0"/>
        <w:autoSpaceDN w:val="0"/>
        <w:adjustRightInd w:val="0"/>
        <w:rPr>
          <w:rFonts w:asciiTheme="minorHAnsi" w:hAnsiTheme="minorHAnsi"/>
          <w:iCs/>
          <w:sz w:val="22"/>
          <w:szCs w:val="22"/>
        </w:rPr>
      </w:pPr>
    </w:p>
    <w:p w:rsidR="006D4D5C" w:rsidRDefault="006D4D5C" w:rsidP="00673C1D">
      <w:pPr>
        <w:widowControl w:val="0"/>
        <w:autoSpaceDE w:val="0"/>
        <w:autoSpaceDN w:val="0"/>
        <w:adjustRightInd w:val="0"/>
        <w:rPr>
          <w:rFonts w:asciiTheme="minorHAnsi" w:hAnsiTheme="minorHAnsi"/>
          <w:iCs/>
          <w:sz w:val="22"/>
          <w:szCs w:val="22"/>
        </w:rPr>
      </w:pPr>
    </w:p>
    <w:p w:rsidR="000E2476" w:rsidRDefault="000E2476" w:rsidP="00673C1D">
      <w:pPr>
        <w:widowControl w:val="0"/>
        <w:autoSpaceDE w:val="0"/>
        <w:autoSpaceDN w:val="0"/>
        <w:adjustRightInd w:val="0"/>
        <w:rPr>
          <w:rFonts w:asciiTheme="minorHAnsi" w:hAnsiTheme="minorHAnsi"/>
          <w:iCs/>
          <w:sz w:val="22"/>
          <w:szCs w:val="22"/>
        </w:rPr>
      </w:pPr>
    </w:p>
    <w:p w:rsidR="00553EC6" w:rsidRDefault="00553EC6"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9A4CE9">
        <w:rPr>
          <w:rFonts w:asciiTheme="minorHAnsi" w:hAnsiTheme="minorHAnsi"/>
          <w:iCs/>
          <w:sz w:val="22"/>
          <w:szCs w:val="22"/>
        </w:rPr>
        <w:t>01.02.2022</w:t>
      </w:r>
      <w:proofErr w:type="gramEnd"/>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r w:rsidR="009A4CE9">
        <w:rPr>
          <w:rFonts w:asciiTheme="minorHAnsi" w:hAnsiTheme="minorHAnsi"/>
          <w:iCs/>
          <w:sz w:val="22"/>
          <w:szCs w:val="22"/>
        </w:rPr>
        <w:t>30.06.2022</w:t>
      </w:r>
      <w:bookmarkStart w:id="0" w:name="_GoBack"/>
      <w:bookmarkEnd w:id="0"/>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553EC6" w:rsidRPr="00C1048B" w:rsidRDefault="00553EC6" w:rsidP="00F12949">
      <w:pPr>
        <w:pStyle w:val="Bod1"/>
      </w:pP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lastRenderedPageBreak/>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16680A" w:rsidRPr="00C1048B" w:rsidRDefault="006343B1" w:rsidP="00D0385D">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r w:rsidR="0016680A" w:rsidRPr="00C72E43">
        <w:t xml:space="preserve"> </w:t>
      </w:r>
    </w:p>
    <w:p w:rsidR="0016680A" w:rsidRPr="00C1048B" w:rsidRDefault="0016680A" w:rsidP="00492142">
      <w:pPr>
        <w:pStyle w:val="Bod1"/>
      </w:pPr>
    </w:p>
    <w:p w:rsidR="006343B1" w:rsidRPr="00C1048B" w:rsidRDefault="00D0385D" w:rsidP="00C72E43">
      <w:pPr>
        <w:pStyle w:val="Bod1"/>
      </w:pPr>
      <w:r>
        <w:t>8.8</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8.9</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8.10</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lastRenderedPageBreak/>
        <w:t>8.11</w:t>
      </w:r>
      <w:r w:rsidR="006343B1"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8.12</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8.13</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rPr>
          <w:color w:val="000000"/>
        </w:rPr>
      </w:pPr>
      <w:r>
        <w:t>8.14</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spojení s jinými nebrání plynulému a bezpečnému užívání díla. 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D0385D" w:rsidP="00C72E43">
      <w:pPr>
        <w:pStyle w:val="Bod1"/>
      </w:pPr>
      <w:r>
        <w:t>8.15</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8.16</w:t>
      </w:r>
      <w:r w:rsidR="006343B1"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 xml:space="preserve">formou písemných dodatků, které budou schváleny příslušnými orgány objednatele a podepsány oprávněnými zástupci obou smluvních </w:t>
      </w:r>
      <w:r w:rsidRPr="00C1048B">
        <w:lastRenderedPageBreak/>
        <w:t>stran.</w:t>
      </w:r>
    </w:p>
    <w:p w:rsidR="0036121F" w:rsidRDefault="0036121F" w:rsidP="00A155EB">
      <w:pPr>
        <w:pStyle w:val="Bod1"/>
      </w:pPr>
    </w:p>
    <w:p w:rsidR="00553EC6" w:rsidRPr="00C1048B" w:rsidRDefault="00553EC6"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w:t>
      </w:r>
      <w:proofErr w:type="gramStart"/>
      <w:r w:rsidRPr="00492142">
        <w:rPr>
          <w:color w:val="auto"/>
        </w:rPr>
        <w:t>pod</w:t>
      </w:r>
      <w:proofErr w:type="gramEnd"/>
      <w:r w:rsidRPr="00492142">
        <w:rPr>
          <w:color w:val="auto"/>
        </w:rPr>
        <w:t xml:space="preserve">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A4CE9">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A4CE9">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8279B"/>
    <w:rsid w:val="0009507F"/>
    <w:rsid w:val="000A1187"/>
    <w:rsid w:val="000A76B4"/>
    <w:rsid w:val="000A7B02"/>
    <w:rsid w:val="000B44F4"/>
    <w:rsid w:val="000C1AA0"/>
    <w:rsid w:val="000C32FD"/>
    <w:rsid w:val="000D1150"/>
    <w:rsid w:val="000E2476"/>
    <w:rsid w:val="001000E4"/>
    <w:rsid w:val="001007C3"/>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47E1E"/>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53EC6"/>
    <w:rsid w:val="00567849"/>
    <w:rsid w:val="00570F89"/>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4D5C"/>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A4CE9"/>
    <w:rsid w:val="009B5011"/>
    <w:rsid w:val="009C59B0"/>
    <w:rsid w:val="009E444B"/>
    <w:rsid w:val="00A012F5"/>
    <w:rsid w:val="00A0599F"/>
    <w:rsid w:val="00A155EB"/>
    <w:rsid w:val="00A22EEE"/>
    <w:rsid w:val="00A26E06"/>
    <w:rsid w:val="00A31A7B"/>
    <w:rsid w:val="00A3734B"/>
    <w:rsid w:val="00A40B9F"/>
    <w:rsid w:val="00A414FE"/>
    <w:rsid w:val="00A41622"/>
    <w:rsid w:val="00A53BBC"/>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8731E"/>
    <w:rsid w:val="00B940D6"/>
    <w:rsid w:val="00BA0ECE"/>
    <w:rsid w:val="00BA46F6"/>
    <w:rsid w:val="00BB43BB"/>
    <w:rsid w:val="00BB600C"/>
    <w:rsid w:val="00BC1F40"/>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85D"/>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354"/>
    <w:rsid w:val="00DE3813"/>
    <w:rsid w:val="00DF79AD"/>
    <w:rsid w:val="00E01592"/>
    <w:rsid w:val="00E04390"/>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601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69</TotalTime>
  <Pages>6</Pages>
  <Words>1954</Words>
  <Characters>11490</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27</cp:revision>
  <cp:lastPrinted>2020-05-20T08:27:00Z</cp:lastPrinted>
  <dcterms:created xsi:type="dcterms:W3CDTF">2020-04-29T08:18:00Z</dcterms:created>
  <dcterms:modified xsi:type="dcterms:W3CDTF">2021-11-11T09:57:00Z</dcterms:modified>
</cp:coreProperties>
</file>